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AD6B6" w14:textId="77777777" w:rsidR="00815106" w:rsidRDefault="00646A0E" w:rsidP="000D1355">
      <w:pPr>
        <w:tabs>
          <w:tab w:val="left" w:pos="7440"/>
        </w:tabs>
      </w:pPr>
      <w:r>
        <w:t xml:space="preserve">The Gutter Factory </w:t>
      </w:r>
      <w:r w:rsidR="00F53429">
        <w:t xml:space="preserve">provides </w:t>
      </w:r>
      <w:r w:rsidR="006819DD">
        <w:t>top quality</w:t>
      </w:r>
      <w:r w:rsidR="007C7E7B">
        <w:t xml:space="preserve"> seamless gutter</w:t>
      </w:r>
      <w:r w:rsidR="00CE5E5A">
        <w:t xml:space="preserve"> system that wil</w:t>
      </w:r>
      <w:r w:rsidR="006A0FBD">
        <w:t>l</w:t>
      </w:r>
      <w:r w:rsidR="00CE5E5A">
        <w:t xml:space="preserve"> protect</w:t>
      </w:r>
      <w:r w:rsidR="006A0FBD">
        <w:t xml:space="preserve"> your home for </w:t>
      </w:r>
      <w:r w:rsidR="00A232C4">
        <w:t>many years.</w:t>
      </w:r>
      <w:r w:rsidR="007C7E7B">
        <w:t xml:space="preserve">  Our traveling </w:t>
      </w:r>
      <w:r w:rsidR="00084497">
        <w:t xml:space="preserve">Gutter Factory on wheels </w:t>
      </w:r>
      <w:r w:rsidR="00421847">
        <w:t xml:space="preserve">allows us to custom fit gutters to your </w:t>
      </w:r>
      <w:proofErr w:type="gramStart"/>
      <w:r w:rsidR="00421847">
        <w:t>homes</w:t>
      </w:r>
      <w:proofErr w:type="gramEnd"/>
      <w:r w:rsidR="00421847">
        <w:t xml:space="preserve"> specific needs</w:t>
      </w:r>
      <w:r w:rsidR="00A232C4" w:rsidRPr="00A232C4">
        <w:t xml:space="preserve"> </w:t>
      </w:r>
      <w:r w:rsidR="00A232C4">
        <w:t>at a competitive price</w:t>
      </w:r>
      <w:r w:rsidR="00BE41F7">
        <w:t xml:space="preserve">.  We take pride in our </w:t>
      </w:r>
      <w:r w:rsidR="00AA2001">
        <w:t xml:space="preserve">excellent customer service, professional </w:t>
      </w:r>
      <w:proofErr w:type="gramStart"/>
      <w:r w:rsidR="00AA2001">
        <w:t>installs</w:t>
      </w:r>
      <w:proofErr w:type="gramEnd"/>
      <w:r w:rsidR="00AA2001">
        <w:t xml:space="preserve"> and </w:t>
      </w:r>
      <w:r w:rsidR="00815106">
        <w:t>quality products.</w:t>
      </w:r>
    </w:p>
    <w:p w14:paraId="06CAF90D" w14:textId="77777777" w:rsidR="00815106" w:rsidRDefault="00815106" w:rsidP="000D1355">
      <w:pPr>
        <w:tabs>
          <w:tab w:val="left" w:pos="7440"/>
        </w:tabs>
      </w:pPr>
    </w:p>
    <w:p w14:paraId="519312B5" w14:textId="77777777" w:rsidR="00B97A9D" w:rsidRDefault="005B17E8" w:rsidP="000D1355">
      <w:pPr>
        <w:tabs>
          <w:tab w:val="left" w:pos="7440"/>
        </w:tabs>
      </w:pPr>
      <w:r>
        <w:t xml:space="preserve">Someone is always available to answer your calls, provide </w:t>
      </w:r>
      <w:r w:rsidR="00EA017F">
        <w:t xml:space="preserve">answers to your questions </w:t>
      </w:r>
      <w:r w:rsidR="00313FA1">
        <w:t>and update you on the progress of your job.</w:t>
      </w:r>
    </w:p>
    <w:p w14:paraId="7795C20D" w14:textId="77777777" w:rsidR="00B97A9D" w:rsidRDefault="00B97A9D" w:rsidP="000D1355">
      <w:pPr>
        <w:tabs>
          <w:tab w:val="left" w:pos="7440"/>
        </w:tabs>
      </w:pPr>
    </w:p>
    <w:p w14:paraId="656AAE73" w14:textId="77777777" w:rsidR="004E6E02" w:rsidRDefault="00B97A9D" w:rsidP="000D1355">
      <w:pPr>
        <w:tabs>
          <w:tab w:val="left" w:pos="7440"/>
        </w:tabs>
      </w:pPr>
      <w:r>
        <w:t xml:space="preserve">We provide the </w:t>
      </w:r>
      <w:proofErr w:type="gramStart"/>
      <w:r>
        <w:t>very best</w:t>
      </w:r>
      <w:proofErr w:type="gramEnd"/>
      <w:r>
        <w:t xml:space="preserve"> warranty in the business and use </w:t>
      </w:r>
      <w:r w:rsidR="004E6E02">
        <w:t xml:space="preserve">the best materials available. </w:t>
      </w:r>
    </w:p>
    <w:p w14:paraId="49BE77AB" w14:textId="386CE7A1" w:rsidR="000D1355" w:rsidRPr="00E53EDA" w:rsidRDefault="004E6E02" w:rsidP="000D1355">
      <w:pPr>
        <w:tabs>
          <w:tab w:val="left" w:pos="7440"/>
        </w:tabs>
        <w:rPr>
          <w:b/>
          <w:bCs/>
          <w:sz w:val="28"/>
          <w:szCs w:val="28"/>
        </w:rPr>
      </w:pPr>
      <w:r>
        <w:t xml:space="preserve">We provide FREE </w:t>
      </w:r>
      <w:proofErr w:type="gramStart"/>
      <w:r>
        <w:t>in home</w:t>
      </w:r>
      <w:proofErr w:type="gramEnd"/>
      <w:r>
        <w:t xml:space="preserve"> estimates </w:t>
      </w:r>
      <w:r w:rsidR="00AA1028">
        <w:t>and are adhering to stringent covid-19 protocals.</w:t>
      </w:r>
      <w:r>
        <w:t xml:space="preserve"> </w:t>
      </w:r>
      <w:r w:rsidR="00626957">
        <w:tab/>
      </w:r>
    </w:p>
    <w:sectPr w:rsidR="000D1355" w:rsidRPr="00E53EDA" w:rsidSect="00274A01">
      <w:headerReference w:type="default" r:id="rId7"/>
      <w:footerReference w:type="default" r:id="rId8"/>
      <w:footerReference w:type="first" r:id="rId9"/>
      <w:type w:val="continuous"/>
      <w:pgSz w:w="12240" w:h="15840" w:code="1"/>
      <w:pgMar w:top="1080" w:right="1440" w:bottom="720" w:left="1440" w:header="720" w:footer="96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DEB36" w14:textId="77777777" w:rsidR="00482D9C" w:rsidRDefault="00482D9C">
      <w:r>
        <w:separator/>
      </w:r>
    </w:p>
  </w:endnote>
  <w:endnote w:type="continuationSeparator" w:id="0">
    <w:p w14:paraId="036777B0" w14:textId="77777777" w:rsidR="00482D9C" w:rsidRDefault="0048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8E8A1" w14:textId="77777777" w:rsidR="00550704" w:rsidRPr="001A3A34" w:rsidRDefault="00550704" w:rsidP="00550704">
    <w:pPr>
      <w:pStyle w:val="Footer"/>
      <w:jc w:val="center"/>
      <w:rPr>
        <w:rFonts w:ascii="Arial" w:hAnsi="Arial" w:cs="Arial"/>
        <w:sz w:val="22"/>
        <w:szCs w:val="22"/>
      </w:rPr>
    </w:pPr>
    <w:r w:rsidRPr="001A3A34">
      <w:rPr>
        <w:rFonts w:ascii="Arial" w:hAnsi="Arial" w:cs="Arial"/>
        <w:sz w:val="22"/>
        <w:szCs w:val="22"/>
      </w:rPr>
      <w:t>4006 Mariah Circle</w:t>
    </w:r>
  </w:p>
  <w:p w14:paraId="14B8E8A2" w14:textId="77777777" w:rsidR="00550704" w:rsidRPr="001A3A34" w:rsidRDefault="00550704" w:rsidP="00550704">
    <w:pPr>
      <w:pStyle w:val="Footer"/>
      <w:jc w:val="center"/>
      <w:rPr>
        <w:rFonts w:ascii="Arial" w:hAnsi="Arial" w:cs="Arial"/>
        <w:sz w:val="22"/>
        <w:szCs w:val="22"/>
      </w:rPr>
    </w:pPr>
    <w:proofErr w:type="gramStart"/>
    <w:r w:rsidRPr="001A3A34">
      <w:rPr>
        <w:rFonts w:ascii="Arial" w:hAnsi="Arial" w:cs="Arial"/>
        <w:i/>
        <w:sz w:val="22"/>
        <w:szCs w:val="22"/>
      </w:rPr>
      <w:t>Phone</w:t>
    </w:r>
    <w:r w:rsidRPr="001A3A34">
      <w:rPr>
        <w:rFonts w:ascii="Arial" w:hAnsi="Arial" w:cs="Arial"/>
        <w:sz w:val="22"/>
        <w:szCs w:val="22"/>
      </w:rPr>
      <w:t xml:space="preserve">  77</w:t>
    </w:r>
    <w:r>
      <w:rPr>
        <w:rFonts w:ascii="Arial" w:hAnsi="Arial" w:cs="Arial"/>
        <w:sz w:val="22"/>
        <w:szCs w:val="22"/>
      </w:rPr>
      <w:t>2</w:t>
    </w:r>
    <w:proofErr w:type="gramEnd"/>
    <w:r>
      <w:rPr>
        <w:rFonts w:ascii="Arial" w:hAnsi="Arial" w:cs="Arial"/>
        <w:sz w:val="22"/>
        <w:szCs w:val="22"/>
      </w:rPr>
      <w:t xml:space="preserve">-465-6772                    Fort Pierce, Florida  34947                      </w:t>
    </w:r>
    <w:r w:rsidRPr="001A3A34">
      <w:rPr>
        <w:rFonts w:ascii="Arial" w:hAnsi="Arial" w:cs="Arial"/>
        <w:i/>
        <w:sz w:val="22"/>
        <w:szCs w:val="22"/>
      </w:rPr>
      <w:t xml:space="preserve">Fax </w:t>
    </w:r>
    <w:r w:rsidRPr="001A3A34">
      <w:rPr>
        <w:rFonts w:ascii="Arial" w:hAnsi="Arial" w:cs="Arial"/>
        <w:sz w:val="22"/>
        <w:szCs w:val="22"/>
      </w:rPr>
      <w:t xml:space="preserve"> 772-465-3252</w:t>
    </w:r>
  </w:p>
  <w:p w14:paraId="14B8E8A3" w14:textId="77777777" w:rsidR="000E4D75" w:rsidRDefault="000E4D7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8E8A4" w14:textId="775CF998" w:rsidR="000E4D75" w:rsidRPr="001A3A34" w:rsidRDefault="0083110D" w:rsidP="001A3A34">
    <w:pPr>
      <w:pStyle w:val="Footer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705 N 39</w:t>
    </w:r>
    <w:r w:rsidRPr="0083110D">
      <w:rPr>
        <w:rFonts w:ascii="Arial" w:hAnsi="Arial" w:cs="Arial"/>
        <w:sz w:val="22"/>
        <w:szCs w:val="22"/>
        <w:vertAlign w:val="superscript"/>
      </w:rPr>
      <w:t>th</w:t>
    </w:r>
    <w:r>
      <w:rPr>
        <w:rFonts w:ascii="Arial" w:hAnsi="Arial" w:cs="Arial"/>
        <w:sz w:val="22"/>
        <w:szCs w:val="22"/>
      </w:rPr>
      <w:t xml:space="preserve"> Street</w:t>
    </w:r>
  </w:p>
  <w:p w14:paraId="14B8E8A5" w14:textId="44B0250A" w:rsidR="000E4D75" w:rsidRPr="001A3A34" w:rsidRDefault="001A4D53" w:rsidP="001A3A34">
    <w:pPr>
      <w:pStyle w:val="Footer"/>
      <w:jc w:val="center"/>
      <w:rPr>
        <w:rFonts w:ascii="Arial" w:hAnsi="Arial" w:cs="Arial"/>
        <w:sz w:val="22"/>
        <w:szCs w:val="22"/>
      </w:rPr>
    </w:pPr>
    <w:proofErr w:type="gramStart"/>
    <w:r w:rsidRPr="001A3A34">
      <w:rPr>
        <w:rFonts w:ascii="Arial" w:hAnsi="Arial" w:cs="Arial"/>
        <w:i/>
        <w:sz w:val="22"/>
        <w:szCs w:val="22"/>
      </w:rPr>
      <w:t>Phone</w:t>
    </w:r>
    <w:r w:rsidRPr="001A3A34">
      <w:rPr>
        <w:rFonts w:ascii="Arial" w:hAnsi="Arial" w:cs="Arial"/>
        <w:sz w:val="22"/>
        <w:szCs w:val="22"/>
      </w:rPr>
      <w:t xml:space="preserve">  77</w:t>
    </w:r>
    <w:r>
      <w:rPr>
        <w:rFonts w:ascii="Arial" w:hAnsi="Arial" w:cs="Arial"/>
        <w:sz w:val="22"/>
        <w:szCs w:val="22"/>
      </w:rPr>
      <w:t>2</w:t>
    </w:r>
    <w:proofErr w:type="gramEnd"/>
    <w:r>
      <w:rPr>
        <w:rFonts w:ascii="Arial" w:hAnsi="Arial" w:cs="Arial"/>
        <w:sz w:val="22"/>
        <w:szCs w:val="22"/>
      </w:rPr>
      <w:t xml:space="preserve">-465-6772              </w:t>
    </w:r>
    <w:r w:rsidR="0011141F">
      <w:rPr>
        <w:rFonts w:ascii="Arial" w:hAnsi="Arial" w:cs="Arial"/>
        <w:sz w:val="22"/>
        <w:szCs w:val="22"/>
      </w:rPr>
      <w:t xml:space="preserve">      Fort Pierce, Florida  349</w:t>
    </w:r>
    <w:r w:rsidR="0083110D">
      <w:rPr>
        <w:rFonts w:ascii="Arial" w:hAnsi="Arial" w:cs="Arial"/>
        <w:sz w:val="22"/>
        <w:szCs w:val="22"/>
      </w:rPr>
      <w:t>47</w:t>
    </w:r>
    <w:r>
      <w:rPr>
        <w:rFonts w:ascii="Arial" w:hAnsi="Arial" w:cs="Arial"/>
        <w:sz w:val="22"/>
        <w:szCs w:val="22"/>
      </w:rPr>
      <w:t xml:space="preserve">                      </w:t>
    </w:r>
    <w:r w:rsidRPr="001A3A34">
      <w:rPr>
        <w:rFonts w:ascii="Arial" w:hAnsi="Arial" w:cs="Arial"/>
        <w:i/>
        <w:sz w:val="22"/>
        <w:szCs w:val="22"/>
      </w:rPr>
      <w:t xml:space="preserve">Fax </w:t>
    </w:r>
    <w:r w:rsidRPr="001A3A34">
      <w:rPr>
        <w:rFonts w:ascii="Arial" w:hAnsi="Arial" w:cs="Arial"/>
        <w:sz w:val="22"/>
        <w:szCs w:val="22"/>
      </w:rPr>
      <w:t xml:space="preserve"> 772-465-3252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B8816" w14:textId="77777777" w:rsidR="00482D9C" w:rsidRDefault="00482D9C">
      <w:r>
        <w:separator/>
      </w:r>
    </w:p>
  </w:footnote>
  <w:footnote w:type="continuationSeparator" w:id="0">
    <w:p w14:paraId="72938A48" w14:textId="77777777" w:rsidR="00482D9C" w:rsidRDefault="00482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8E8A0" w14:textId="37641ED6" w:rsidR="000E4D75" w:rsidRDefault="000E4D75">
    <w:pPr>
      <w:pStyle w:val="Header"/>
    </w:pPr>
    <w:r>
      <w:tab/>
      <w:t xml:space="preserve">– </w:t>
    </w:r>
    <w:r w:rsidR="00364E64">
      <w:fldChar w:fldCharType="begin"/>
    </w:r>
    <w:r w:rsidR="00364E64">
      <w:instrText xml:space="preserve"> PAGE </w:instrText>
    </w:r>
    <w:r w:rsidR="00364E64">
      <w:fldChar w:fldCharType="separate"/>
    </w:r>
    <w:r w:rsidR="0067253E">
      <w:rPr>
        <w:noProof/>
      </w:rPr>
      <w:t>2</w:t>
    </w:r>
    <w:r w:rsidR="00364E64">
      <w:rPr>
        <w:noProof/>
      </w:rPr>
      <w:fldChar w:fldCharType="end"/>
    </w:r>
    <w:r>
      <w:t xml:space="preserve"> –</w:t>
    </w:r>
    <w:r>
      <w:tab/>
    </w:r>
    <w:r w:rsidR="00364E64">
      <w:fldChar w:fldCharType="begin"/>
    </w:r>
    <w:r w:rsidR="00364E64">
      <w:instrText xml:space="preserve"> TIME \@ "MMMM d, yyyy" </w:instrText>
    </w:r>
    <w:r w:rsidR="00364E64">
      <w:fldChar w:fldCharType="separate"/>
    </w:r>
    <w:r w:rsidR="00646A0E">
      <w:rPr>
        <w:noProof/>
      </w:rPr>
      <w:t>February 3, 2021</w:t>
    </w:r>
    <w:r w:rsidR="00364E64">
      <w:rPr>
        <w:noProof/>
      </w:rP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21A31"/>
    <w:multiLevelType w:val="hybridMultilevel"/>
    <w:tmpl w:val="FED26A0E"/>
    <w:lvl w:ilvl="0" w:tplc="04090001">
      <w:start w:val="226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1077"/>
    <w:multiLevelType w:val="singleLevel"/>
    <w:tmpl w:val="D8D4D12C"/>
    <w:lvl w:ilvl="0">
      <w:start w:val="1"/>
      <w:numFmt w:val="decimal"/>
      <w:pStyle w:val="ListNumber"/>
      <w:lvlText w:val="%1)"/>
      <w:lvlJc w:val="left"/>
      <w:pPr>
        <w:tabs>
          <w:tab w:val="num" w:pos="720"/>
        </w:tabs>
        <w:ind w:left="720" w:right="720" w:hanging="360"/>
      </w:pPr>
    </w:lvl>
  </w:abstractNum>
  <w:abstractNum w:abstractNumId="2" w15:restartNumberingAfterBreak="0">
    <w:nsid w:val="1362394F"/>
    <w:multiLevelType w:val="hybridMultilevel"/>
    <w:tmpl w:val="BA5C0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E518C"/>
    <w:multiLevelType w:val="hybridMultilevel"/>
    <w:tmpl w:val="77BA7C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E72356"/>
    <w:multiLevelType w:val="hybridMultilevel"/>
    <w:tmpl w:val="3056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64EA1"/>
    <w:multiLevelType w:val="hybridMultilevel"/>
    <w:tmpl w:val="52F25D0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2CBC6E1B"/>
    <w:multiLevelType w:val="hybridMultilevel"/>
    <w:tmpl w:val="A0C06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C7B9A"/>
    <w:multiLevelType w:val="hybridMultilevel"/>
    <w:tmpl w:val="3D2E6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47D42"/>
    <w:multiLevelType w:val="hybridMultilevel"/>
    <w:tmpl w:val="471C844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63A36"/>
    <w:multiLevelType w:val="singleLevel"/>
    <w:tmpl w:val="6B2600BC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</w:abstractNum>
  <w:abstractNum w:abstractNumId="10" w15:restartNumberingAfterBreak="0">
    <w:nsid w:val="3EFB614C"/>
    <w:multiLevelType w:val="hybridMultilevel"/>
    <w:tmpl w:val="12E88B6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5FE62DF"/>
    <w:multiLevelType w:val="hybridMultilevel"/>
    <w:tmpl w:val="89F851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62D30"/>
    <w:multiLevelType w:val="hybridMultilevel"/>
    <w:tmpl w:val="827C58A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A424090"/>
    <w:multiLevelType w:val="hybridMultilevel"/>
    <w:tmpl w:val="3EA250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70D02CD"/>
    <w:multiLevelType w:val="hybridMultilevel"/>
    <w:tmpl w:val="582E5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13"/>
  </w:num>
  <w:num w:numId="7">
    <w:abstractNumId w:val="7"/>
  </w:num>
  <w:num w:numId="8">
    <w:abstractNumId w:val="11"/>
  </w:num>
  <w:num w:numId="9">
    <w:abstractNumId w:val="8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20"/>
  <w:doNotHyphenateCaps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4CBD"/>
    <w:rsid w:val="00000640"/>
    <w:rsid w:val="0000311E"/>
    <w:rsid w:val="00006BEB"/>
    <w:rsid w:val="0001556A"/>
    <w:rsid w:val="000335F8"/>
    <w:rsid w:val="00036B6A"/>
    <w:rsid w:val="000617C6"/>
    <w:rsid w:val="00065637"/>
    <w:rsid w:val="00072A28"/>
    <w:rsid w:val="00077EC0"/>
    <w:rsid w:val="00084497"/>
    <w:rsid w:val="000C3EC8"/>
    <w:rsid w:val="000D12AE"/>
    <w:rsid w:val="000D1355"/>
    <w:rsid w:val="000E4D75"/>
    <w:rsid w:val="000F16DF"/>
    <w:rsid w:val="000F395C"/>
    <w:rsid w:val="000F5EE3"/>
    <w:rsid w:val="00102794"/>
    <w:rsid w:val="00102856"/>
    <w:rsid w:val="0011141F"/>
    <w:rsid w:val="00113AD1"/>
    <w:rsid w:val="00117ACF"/>
    <w:rsid w:val="00124E94"/>
    <w:rsid w:val="00136137"/>
    <w:rsid w:val="00136566"/>
    <w:rsid w:val="00141278"/>
    <w:rsid w:val="001455EC"/>
    <w:rsid w:val="00156AE7"/>
    <w:rsid w:val="00167B37"/>
    <w:rsid w:val="00176014"/>
    <w:rsid w:val="001770FE"/>
    <w:rsid w:val="00181D33"/>
    <w:rsid w:val="00182CC8"/>
    <w:rsid w:val="001A3A34"/>
    <w:rsid w:val="001A4D53"/>
    <w:rsid w:val="001A4E8A"/>
    <w:rsid w:val="001B6921"/>
    <w:rsid w:val="001C12C3"/>
    <w:rsid w:val="001C2F70"/>
    <w:rsid w:val="001D7AB5"/>
    <w:rsid w:val="001E2B07"/>
    <w:rsid w:val="001E4AA3"/>
    <w:rsid w:val="001F6E2C"/>
    <w:rsid w:val="00200236"/>
    <w:rsid w:val="00247CB6"/>
    <w:rsid w:val="00250A33"/>
    <w:rsid w:val="00251AC6"/>
    <w:rsid w:val="002565D7"/>
    <w:rsid w:val="00263044"/>
    <w:rsid w:val="00274A01"/>
    <w:rsid w:val="00274E33"/>
    <w:rsid w:val="002801C6"/>
    <w:rsid w:val="00293DED"/>
    <w:rsid w:val="0029676A"/>
    <w:rsid w:val="002A3AEC"/>
    <w:rsid w:val="002C01AE"/>
    <w:rsid w:val="002C6AE1"/>
    <w:rsid w:val="002D09E3"/>
    <w:rsid w:val="002D142C"/>
    <w:rsid w:val="002D301A"/>
    <w:rsid w:val="002D4D7D"/>
    <w:rsid w:val="002E3763"/>
    <w:rsid w:val="002F12E3"/>
    <w:rsid w:val="00313FA1"/>
    <w:rsid w:val="003312CD"/>
    <w:rsid w:val="00335D0C"/>
    <w:rsid w:val="0034104C"/>
    <w:rsid w:val="003437B0"/>
    <w:rsid w:val="0035599F"/>
    <w:rsid w:val="00364E64"/>
    <w:rsid w:val="0038268E"/>
    <w:rsid w:val="003911C7"/>
    <w:rsid w:val="00395AB7"/>
    <w:rsid w:val="003A519B"/>
    <w:rsid w:val="003C1139"/>
    <w:rsid w:val="003C4E9E"/>
    <w:rsid w:val="003D2993"/>
    <w:rsid w:val="003D6096"/>
    <w:rsid w:val="003F7EBC"/>
    <w:rsid w:val="0040349D"/>
    <w:rsid w:val="004063BC"/>
    <w:rsid w:val="00421847"/>
    <w:rsid w:val="0043074C"/>
    <w:rsid w:val="00432CD8"/>
    <w:rsid w:val="004513A8"/>
    <w:rsid w:val="00453176"/>
    <w:rsid w:val="004630A0"/>
    <w:rsid w:val="0047192A"/>
    <w:rsid w:val="004814A5"/>
    <w:rsid w:val="004819B7"/>
    <w:rsid w:val="00482D9C"/>
    <w:rsid w:val="004B23FD"/>
    <w:rsid w:val="004C327F"/>
    <w:rsid w:val="004D08B2"/>
    <w:rsid w:val="004D33F3"/>
    <w:rsid w:val="004D5F32"/>
    <w:rsid w:val="004D7EBA"/>
    <w:rsid w:val="004E6E02"/>
    <w:rsid w:val="00505445"/>
    <w:rsid w:val="005066B7"/>
    <w:rsid w:val="005119BF"/>
    <w:rsid w:val="00527FAA"/>
    <w:rsid w:val="005315AA"/>
    <w:rsid w:val="0053433F"/>
    <w:rsid w:val="00542D53"/>
    <w:rsid w:val="005437D3"/>
    <w:rsid w:val="00550704"/>
    <w:rsid w:val="005524BB"/>
    <w:rsid w:val="00570A58"/>
    <w:rsid w:val="005815BE"/>
    <w:rsid w:val="00581869"/>
    <w:rsid w:val="00585D9F"/>
    <w:rsid w:val="0058611F"/>
    <w:rsid w:val="005A6283"/>
    <w:rsid w:val="005B17E8"/>
    <w:rsid w:val="005C1B9F"/>
    <w:rsid w:val="005C352B"/>
    <w:rsid w:val="005C5EFF"/>
    <w:rsid w:val="005D095C"/>
    <w:rsid w:val="00604751"/>
    <w:rsid w:val="00616DA9"/>
    <w:rsid w:val="00626957"/>
    <w:rsid w:val="00632226"/>
    <w:rsid w:val="00636F2D"/>
    <w:rsid w:val="00641259"/>
    <w:rsid w:val="0064195E"/>
    <w:rsid w:val="00642298"/>
    <w:rsid w:val="006435EE"/>
    <w:rsid w:val="0064464E"/>
    <w:rsid w:val="00645FC7"/>
    <w:rsid w:val="00646A0E"/>
    <w:rsid w:val="00652B86"/>
    <w:rsid w:val="006578E4"/>
    <w:rsid w:val="00664CDD"/>
    <w:rsid w:val="00666E0B"/>
    <w:rsid w:val="00667E3D"/>
    <w:rsid w:val="0067253E"/>
    <w:rsid w:val="00674CBD"/>
    <w:rsid w:val="0067676C"/>
    <w:rsid w:val="00680E78"/>
    <w:rsid w:val="00681341"/>
    <w:rsid w:val="006819DD"/>
    <w:rsid w:val="0069687B"/>
    <w:rsid w:val="006A0FBD"/>
    <w:rsid w:val="006B5AA1"/>
    <w:rsid w:val="006B7E8C"/>
    <w:rsid w:val="006C00CE"/>
    <w:rsid w:val="006C6006"/>
    <w:rsid w:val="006C6E57"/>
    <w:rsid w:val="006E7EB4"/>
    <w:rsid w:val="006F2844"/>
    <w:rsid w:val="00703AB2"/>
    <w:rsid w:val="00707C2A"/>
    <w:rsid w:val="00711A5C"/>
    <w:rsid w:val="00712838"/>
    <w:rsid w:val="00734875"/>
    <w:rsid w:val="00735340"/>
    <w:rsid w:val="007458D0"/>
    <w:rsid w:val="00762CCB"/>
    <w:rsid w:val="00770496"/>
    <w:rsid w:val="0078043C"/>
    <w:rsid w:val="00784AC9"/>
    <w:rsid w:val="00790AC0"/>
    <w:rsid w:val="00797275"/>
    <w:rsid w:val="007A6F66"/>
    <w:rsid w:val="007C116F"/>
    <w:rsid w:val="007C5211"/>
    <w:rsid w:val="007C734B"/>
    <w:rsid w:val="007C7E7B"/>
    <w:rsid w:val="0080062A"/>
    <w:rsid w:val="00804A43"/>
    <w:rsid w:val="008149B0"/>
    <w:rsid w:val="008150F3"/>
    <w:rsid w:val="00815106"/>
    <w:rsid w:val="008168DB"/>
    <w:rsid w:val="0083110D"/>
    <w:rsid w:val="00842CBF"/>
    <w:rsid w:val="00871B27"/>
    <w:rsid w:val="00874AEE"/>
    <w:rsid w:val="00883A2F"/>
    <w:rsid w:val="00892B55"/>
    <w:rsid w:val="008A722F"/>
    <w:rsid w:val="008B0B82"/>
    <w:rsid w:val="008C5216"/>
    <w:rsid w:val="008C540B"/>
    <w:rsid w:val="008C58CB"/>
    <w:rsid w:val="008E7B26"/>
    <w:rsid w:val="008F25FD"/>
    <w:rsid w:val="008F358B"/>
    <w:rsid w:val="00900B2D"/>
    <w:rsid w:val="0090427C"/>
    <w:rsid w:val="009061CE"/>
    <w:rsid w:val="00907D44"/>
    <w:rsid w:val="00913EDB"/>
    <w:rsid w:val="00914BB4"/>
    <w:rsid w:val="0092309A"/>
    <w:rsid w:val="00932ECE"/>
    <w:rsid w:val="009352BF"/>
    <w:rsid w:val="00936786"/>
    <w:rsid w:val="00954B29"/>
    <w:rsid w:val="009562D1"/>
    <w:rsid w:val="009707B4"/>
    <w:rsid w:val="00976343"/>
    <w:rsid w:val="00986900"/>
    <w:rsid w:val="00994BBA"/>
    <w:rsid w:val="009B49CE"/>
    <w:rsid w:val="009B6112"/>
    <w:rsid w:val="009C6C21"/>
    <w:rsid w:val="009D4CD9"/>
    <w:rsid w:val="009E4236"/>
    <w:rsid w:val="009E537C"/>
    <w:rsid w:val="009F1A74"/>
    <w:rsid w:val="00A07E51"/>
    <w:rsid w:val="00A232C4"/>
    <w:rsid w:val="00A27107"/>
    <w:rsid w:val="00A34917"/>
    <w:rsid w:val="00A47AF5"/>
    <w:rsid w:val="00A57B9A"/>
    <w:rsid w:val="00A60B25"/>
    <w:rsid w:val="00A615AA"/>
    <w:rsid w:val="00A73ECF"/>
    <w:rsid w:val="00A837E6"/>
    <w:rsid w:val="00A84278"/>
    <w:rsid w:val="00AA1028"/>
    <w:rsid w:val="00AA2001"/>
    <w:rsid w:val="00AA3E88"/>
    <w:rsid w:val="00AB098F"/>
    <w:rsid w:val="00AE020F"/>
    <w:rsid w:val="00AE5572"/>
    <w:rsid w:val="00AF6B41"/>
    <w:rsid w:val="00B05322"/>
    <w:rsid w:val="00B06B48"/>
    <w:rsid w:val="00B077FD"/>
    <w:rsid w:val="00B259E1"/>
    <w:rsid w:val="00B3351C"/>
    <w:rsid w:val="00B34815"/>
    <w:rsid w:val="00B431B8"/>
    <w:rsid w:val="00B44330"/>
    <w:rsid w:val="00B53162"/>
    <w:rsid w:val="00B649EB"/>
    <w:rsid w:val="00B65B75"/>
    <w:rsid w:val="00B669DF"/>
    <w:rsid w:val="00B708D0"/>
    <w:rsid w:val="00B714F2"/>
    <w:rsid w:val="00B9349F"/>
    <w:rsid w:val="00B97A9D"/>
    <w:rsid w:val="00BB514F"/>
    <w:rsid w:val="00BC6DBA"/>
    <w:rsid w:val="00BD0829"/>
    <w:rsid w:val="00BD486E"/>
    <w:rsid w:val="00BD7499"/>
    <w:rsid w:val="00BE1F21"/>
    <w:rsid w:val="00BE41F7"/>
    <w:rsid w:val="00BE50C3"/>
    <w:rsid w:val="00BE6BBA"/>
    <w:rsid w:val="00BE6C58"/>
    <w:rsid w:val="00BF1CD6"/>
    <w:rsid w:val="00C02CB2"/>
    <w:rsid w:val="00C275A0"/>
    <w:rsid w:val="00C34EBC"/>
    <w:rsid w:val="00C572D1"/>
    <w:rsid w:val="00C62F00"/>
    <w:rsid w:val="00C75669"/>
    <w:rsid w:val="00C92ED2"/>
    <w:rsid w:val="00C97F69"/>
    <w:rsid w:val="00CA10D2"/>
    <w:rsid w:val="00CA1961"/>
    <w:rsid w:val="00CA2FB0"/>
    <w:rsid w:val="00CA324E"/>
    <w:rsid w:val="00CB316D"/>
    <w:rsid w:val="00CC3667"/>
    <w:rsid w:val="00CC6EA9"/>
    <w:rsid w:val="00CD1302"/>
    <w:rsid w:val="00CD33AA"/>
    <w:rsid w:val="00CD7B56"/>
    <w:rsid w:val="00CE5E5A"/>
    <w:rsid w:val="00CE6BDE"/>
    <w:rsid w:val="00CF409E"/>
    <w:rsid w:val="00D06288"/>
    <w:rsid w:val="00D10E66"/>
    <w:rsid w:val="00D145FC"/>
    <w:rsid w:val="00D379AF"/>
    <w:rsid w:val="00D42D9D"/>
    <w:rsid w:val="00D545EA"/>
    <w:rsid w:val="00D60209"/>
    <w:rsid w:val="00D838CB"/>
    <w:rsid w:val="00D91303"/>
    <w:rsid w:val="00D917FF"/>
    <w:rsid w:val="00D95662"/>
    <w:rsid w:val="00DA76C5"/>
    <w:rsid w:val="00DB11A5"/>
    <w:rsid w:val="00DB14DB"/>
    <w:rsid w:val="00DB3875"/>
    <w:rsid w:val="00DB475F"/>
    <w:rsid w:val="00DB4DD4"/>
    <w:rsid w:val="00DB7799"/>
    <w:rsid w:val="00DD0540"/>
    <w:rsid w:val="00DD1011"/>
    <w:rsid w:val="00DD4EA2"/>
    <w:rsid w:val="00DE34CA"/>
    <w:rsid w:val="00DE7D63"/>
    <w:rsid w:val="00DF446B"/>
    <w:rsid w:val="00DF6B53"/>
    <w:rsid w:val="00E102CC"/>
    <w:rsid w:val="00E14069"/>
    <w:rsid w:val="00E20B81"/>
    <w:rsid w:val="00E32E7B"/>
    <w:rsid w:val="00E52AC9"/>
    <w:rsid w:val="00E53EDA"/>
    <w:rsid w:val="00E56571"/>
    <w:rsid w:val="00E618E7"/>
    <w:rsid w:val="00E669EA"/>
    <w:rsid w:val="00E7066D"/>
    <w:rsid w:val="00E815DA"/>
    <w:rsid w:val="00E95947"/>
    <w:rsid w:val="00EA017F"/>
    <w:rsid w:val="00EB154B"/>
    <w:rsid w:val="00EB19D4"/>
    <w:rsid w:val="00EC0D46"/>
    <w:rsid w:val="00EC35AF"/>
    <w:rsid w:val="00F1185D"/>
    <w:rsid w:val="00F1561E"/>
    <w:rsid w:val="00F17A6B"/>
    <w:rsid w:val="00F23741"/>
    <w:rsid w:val="00F23F9D"/>
    <w:rsid w:val="00F33B77"/>
    <w:rsid w:val="00F53429"/>
    <w:rsid w:val="00F805E6"/>
    <w:rsid w:val="00F84106"/>
    <w:rsid w:val="00F97B74"/>
    <w:rsid w:val="00FB52CB"/>
    <w:rsid w:val="00FB7202"/>
    <w:rsid w:val="00FD5135"/>
    <w:rsid w:val="00FD5DA6"/>
    <w:rsid w:val="00FE3B8A"/>
    <w:rsid w:val="00FE56B1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B8E87A"/>
  <w15:docId w15:val="{68EA8F1F-B8BE-4CEB-9B1A-B519CB77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72D1"/>
    <w:rPr>
      <w:sz w:val="24"/>
      <w:szCs w:val="24"/>
    </w:rPr>
  </w:style>
  <w:style w:type="paragraph" w:styleId="Heading1">
    <w:name w:val="heading 1"/>
    <w:basedOn w:val="HeadingBase"/>
    <w:next w:val="BodyText"/>
    <w:qFormat/>
    <w:rsid w:val="00CC6EA9"/>
    <w:pPr>
      <w:spacing w:after="180"/>
      <w:jc w:val="center"/>
      <w:outlineLvl w:val="0"/>
    </w:pPr>
    <w:rPr>
      <w:smallCaps/>
      <w:spacing w:val="20"/>
      <w:sz w:val="21"/>
    </w:rPr>
  </w:style>
  <w:style w:type="paragraph" w:styleId="Heading2">
    <w:name w:val="heading 2"/>
    <w:basedOn w:val="HeadingBase"/>
    <w:next w:val="BodyText"/>
    <w:qFormat/>
    <w:rsid w:val="00CC6EA9"/>
    <w:pPr>
      <w:spacing w:after="170"/>
      <w:outlineLvl w:val="1"/>
    </w:pPr>
    <w:rPr>
      <w:caps/>
      <w:sz w:val="21"/>
    </w:rPr>
  </w:style>
  <w:style w:type="paragraph" w:styleId="Heading3">
    <w:name w:val="heading 3"/>
    <w:basedOn w:val="HeadingBase"/>
    <w:next w:val="BodyText"/>
    <w:qFormat/>
    <w:rsid w:val="00CC6EA9"/>
    <w:pPr>
      <w:spacing w:after="240"/>
      <w:outlineLvl w:val="2"/>
    </w:pPr>
    <w:rPr>
      <w:i/>
    </w:rPr>
  </w:style>
  <w:style w:type="paragraph" w:styleId="Heading4">
    <w:name w:val="heading 4"/>
    <w:basedOn w:val="HeadingBase"/>
    <w:next w:val="BodyText"/>
    <w:qFormat/>
    <w:rsid w:val="00CC6EA9"/>
    <w:pPr>
      <w:outlineLvl w:val="3"/>
    </w:pPr>
    <w:rPr>
      <w:smallCaps/>
      <w:sz w:val="23"/>
    </w:rPr>
  </w:style>
  <w:style w:type="paragraph" w:styleId="Heading5">
    <w:name w:val="heading 5"/>
    <w:basedOn w:val="HeadingBase"/>
    <w:next w:val="BodyText"/>
    <w:qFormat/>
    <w:rsid w:val="00CC6EA9"/>
    <w:pPr>
      <w:outlineLvl w:val="4"/>
    </w:pPr>
  </w:style>
  <w:style w:type="paragraph" w:styleId="Heading6">
    <w:name w:val="heading 6"/>
    <w:basedOn w:val="HeadingBase"/>
    <w:next w:val="BodyText"/>
    <w:qFormat/>
    <w:rsid w:val="00CC6EA9"/>
    <w:pPr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CC6EA9"/>
    <w:pPr>
      <w:spacing w:before="220" w:line="240" w:lineRule="atLeast"/>
    </w:pPr>
  </w:style>
  <w:style w:type="paragraph" w:styleId="Salutation">
    <w:name w:val="Salutation"/>
    <w:basedOn w:val="Normal"/>
    <w:next w:val="SubjectLine"/>
    <w:rsid w:val="00CC6EA9"/>
    <w:pPr>
      <w:spacing w:before="240" w:after="240" w:line="240" w:lineRule="atLeast"/>
    </w:pPr>
  </w:style>
  <w:style w:type="paragraph" w:styleId="BodyText">
    <w:name w:val="Body Text"/>
    <w:basedOn w:val="Normal"/>
    <w:rsid w:val="00CC6EA9"/>
    <w:pPr>
      <w:spacing w:after="240" w:line="240" w:lineRule="atLeast"/>
    </w:pPr>
  </w:style>
  <w:style w:type="paragraph" w:customStyle="1" w:styleId="CcList">
    <w:name w:val="Cc List"/>
    <w:basedOn w:val="Normal"/>
    <w:rsid w:val="00CC6EA9"/>
    <w:pPr>
      <w:keepLines/>
      <w:spacing w:line="240" w:lineRule="atLeast"/>
      <w:ind w:left="360" w:hanging="360"/>
    </w:pPr>
  </w:style>
  <w:style w:type="paragraph" w:styleId="Closing">
    <w:name w:val="Closing"/>
    <w:basedOn w:val="Normal"/>
    <w:next w:val="Signature"/>
    <w:rsid w:val="00CC6EA9"/>
    <w:pPr>
      <w:keepNext/>
      <w:spacing w:after="120" w:line="240" w:lineRule="atLeast"/>
    </w:pPr>
  </w:style>
  <w:style w:type="paragraph" w:styleId="Signature">
    <w:name w:val="Signature"/>
    <w:basedOn w:val="Normal"/>
    <w:next w:val="SignatureJobTitle"/>
    <w:rsid w:val="00CC6EA9"/>
    <w:pPr>
      <w:keepNext/>
      <w:spacing w:before="880" w:line="240" w:lineRule="atLeast"/>
    </w:pPr>
  </w:style>
  <w:style w:type="paragraph" w:customStyle="1" w:styleId="CompanyName">
    <w:name w:val="Company Name"/>
    <w:basedOn w:val="BodyText"/>
    <w:next w:val="Date"/>
    <w:rsid w:val="00CC6EA9"/>
    <w:pPr>
      <w:keepLines/>
      <w:framePr w:w="8640" w:h="1440" w:wrap="notBeside" w:vAnchor="page" w:hAnchor="margin" w:xAlign="center" w:y="889"/>
      <w:spacing w:after="40"/>
      <w:jc w:val="center"/>
    </w:pPr>
    <w:rPr>
      <w:caps/>
      <w:spacing w:val="75"/>
      <w:sz w:val="21"/>
    </w:rPr>
  </w:style>
  <w:style w:type="paragraph" w:styleId="Date">
    <w:name w:val="Date"/>
    <w:basedOn w:val="Normal"/>
    <w:next w:val="InsideAddressName"/>
    <w:rsid w:val="00CC6EA9"/>
    <w:pPr>
      <w:spacing w:after="220"/>
    </w:pPr>
  </w:style>
  <w:style w:type="character" w:styleId="Emphasis">
    <w:name w:val="Emphasis"/>
    <w:qFormat/>
    <w:rsid w:val="00CC6EA9"/>
    <w:rPr>
      <w:caps/>
      <w:sz w:val="18"/>
    </w:rPr>
  </w:style>
  <w:style w:type="paragraph" w:customStyle="1" w:styleId="Enclosure">
    <w:name w:val="Enclosure"/>
    <w:basedOn w:val="Normal"/>
    <w:next w:val="CcList"/>
    <w:rsid w:val="00CC6EA9"/>
    <w:pPr>
      <w:keepNext/>
      <w:keepLines/>
      <w:spacing w:before="120" w:after="120" w:line="240" w:lineRule="atLeast"/>
    </w:pPr>
  </w:style>
  <w:style w:type="paragraph" w:customStyle="1" w:styleId="HeadingBase">
    <w:name w:val="Heading Base"/>
    <w:basedOn w:val="BodyText"/>
    <w:next w:val="BodyText"/>
    <w:rsid w:val="00CC6EA9"/>
    <w:pPr>
      <w:keepNext/>
      <w:keepLines/>
      <w:spacing w:after="0"/>
    </w:pPr>
    <w:rPr>
      <w:kern w:val="20"/>
    </w:rPr>
  </w:style>
  <w:style w:type="paragraph" w:customStyle="1" w:styleId="InsideAddress">
    <w:name w:val="Inside Address"/>
    <w:basedOn w:val="Normal"/>
    <w:rsid w:val="00CC6EA9"/>
    <w:pPr>
      <w:spacing w:line="240" w:lineRule="atLeast"/>
    </w:pPr>
  </w:style>
  <w:style w:type="paragraph" w:customStyle="1" w:styleId="InsideAddressName">
    <w:name w:val="Inside Address Name"/>
    <w:basedOn w:val="InsideAddress"/>
    <w:next w:val="InsideAddress"/>
    <w:rsid w:val="00CC6EA9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CC6EA9"/>
    <w:pPr>
      <w:keepNext/>
      <w:spacing w:after="240" w:line="24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CC6EA9"/>
    <w:pPr>
      <w:keepNext/>
      <w:spacing w:before="220" w:line="240" w:lineRule="atLeast"/>
    </w:pPr>
  </w:style>
  <w:style w:type="paragraph" w:customStyle="1" w:styleId="ReferenceLine">
    <w:name w:val="Reference Line"/>
    <w:basedOn w:val="Normal"/>
    <w:next w:val="MailingInstructions"/>
    <w:rsid w:val="00CC6EA9"/>
    <w:pPr>
      <w:keepNext/>
      <w:spacing w:after="240" w:line="240" w:lineRule="atLeast"/>
    </w:pPr>
  </w:style>
  <w:style w:type="paragraph" w:customStyle="1" w:styleId="ReturnAddress">
    <w:name w:val="Return Address"/>
    <w:rsid w:val="00CC6EA9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</w:rPr>
  </w:style>
  <w:style w:type="paragraph" w:customStyle="1" w:styleId="SignatureCompany">
    <w:name w:val="Signature Company"/>
    <w:basedOn w:val="Signature"/>
    <w:next w:val="ReferenceInitials"/>
    <w:rsid w:val="00CC6EA9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CC6EA9"/>
    <w:pPr>
      <w:spacing w:before="0"/>
    </w:pPr>
  </w:style>
  <w:style w:type="character" w:customStyle="1" w:styleId="Slogan">
    <w:name w:val="Slogan"/>
    <w:basedOn w:val="DefaultParagraphFont"/>
    <w:rsid w:val="00CC6EA9"/>
    <w:rPr>
      <w:i/>
      <w:spacing w:val="70"/>
    </w:rPr>
  </w:style>
  <w:style w:type="paragraph" w:customStyle="1" w:styleId="SubjectLine">
    <w:name w:val="Subject Line"/>
    <w:basedOn w:val="Normal"/>
    <w:next w:val="BodyText"/>
    <w:rsid w:val="00CC6EA9"/>
    <w:pPr>
      <w:spacing w:after="180" w:line="240" w:lineRule="atLeast"/>
      <w:ind w:left="360" w:hanging="360"/>
    </w:pPr>
    <w:rPr>
      <w:caps/>
      <w:sz w:val="21"/>
    </w:rPr>
  </w:style>
  <w:style w:type="paragraph" w:styleId="Header">
    <w:name w:val="header"/>
    <w:basedOn w:val="Normal"/>
    <w:rsid w:val="00CC6EA9"/>
    <w:pPr>
      <w:tabs>
        <w:tab w:val="center" w:pos="4320"/>
        <w:tab w:val="right" w:pos="8640"/>
      </w:tabs>
    </w:pPr>
  </w:style>
  <w:style w:type="paragraph" w:styleId="List">
    <w:name w:val="List"/>
    <w:basedOn w:val="BodyText"/>
    <w:rsid w:val="00CC6EA9"/>
    <w:pPr>
      <w:ind w:left="720" w:hanging="360"/>
    </w:pPr>
  </w:style>
  <w:style w:type="paragraph" w:styleId="ListBullet">
    <w:name w:val="List Bullet"/>
    <w:basedOn w:val="List"/>
    <w:rsid w:val="00CC6EA9"/>
    <w:pPr>
      <w:numPr>
        <w:numId w:val="1"/>
      </w:numPr>
    </w:pPr>
  </w:style>
  <w:style w:type="paragraph" w:styleId="ListNumber">
    <w:name w:val="List Number"/>
    <w:basedOn w:val="List"/>
    <w:rsid w:val="00CC6EA9"/>
    <w:pPr>
      <w:numPr>
        <w:numId w:val="2"/>
      </w:numPr>
    </w:pPr>
  </w:style>
  <w:style w:type="character" w:styleId="Hyperlink">
    <w:name w:val="Hyperlink"/>
    <w:basedOn w:val="DefaultParagraphFont"/>
    <w:rsid w:val="00674CBD"/>
    <w:rPr>
      <w:color w:val="0000FF"/>
      <w:u w:val="single"/>
    </w:rPr>
  </w:style>
  <w:style w:type="paragraph" w:styleId="Footer">
    <w:name w:val="footer"/>
    <w:basedOn w:val="Normal"/>
    <w:rsid w:val="0078043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B09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7B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legant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Letter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Elegant Letter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Elegant Letter</dc:title>
  <dc:creator>The Porch Factory</dc:creator>
  <cp:lastModifiedBy>James Brann</cp:lastModifiedBy>
  <cp:revision>2</cp:revision>
  <cp:lastPrinted>2021-01-26T21:50:00Z</cp:lastPrinted>
  <dcterms:created xsi:type="dcterms:W3CDTF">2021-02-03T22:42:00Z</dcterms:created>
  <dcterms:modified xsi:type="dcterms:W3CDTF">2021-02-03T22:42:00Z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2000062900</vt:i4>
  </property>
  <property fmtid="{D5CDD505-2E9C-101B-9397-08002B2CF9AE}" pid="4" name="LCID">
    <vt:i4>1033</vt:i4>
  </property>
</Properties>
</file>